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EEF02" w14:textId="2CD36C66" w:rsidR="00535E9B" w:rsidRPr="00535E9B" w:rsidRDefault="00535E9B" w:rsidP="00842A55">
      <w:pPr>
        <w:spacing w:before="120" w:after="120" w:line="276" w:lineRule="auto"/>
        <w:jc w:val="right"/>
        <w:rPr>
          <w:rFonts w:eastAsia="Calibri" w:cs="Arial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535E9B">
        <w:rPr>
          <w:rFonts w:eastAsia="Calibri" w:cs="Arial"/>
          <w:b/>
          <w:szCs w:val="18"/>
        </w:rPr>
        <w:t>ZAŁĄCZNIK NR 1</w:t>
      </w:r>
      <w:r w:rsidR="008A4AFF">
        <w:rPr>
          <w:rFonts w:eastAsia="Calibri" w:cs="Arial"/>
          <w:b/>
          <w:szCs w:val="18"/>
        </w:rPr>
        <w:t>0</w:t>
      </w:r>
      <w:r w:rsidRPr="00535E9B">
        <w:rPr>
          <w:rFonts w:eastAsia="Calibri" w:cs="Arial"/>
          <w:b/>
          <w:szCs w:val="18"/>
        </w:rPr>
        <w:t xml:space="preserve"> DO </w:t>
      </w:r>
      <w:r w:rsidR="003B16A4">
        <w:rPr>
          <w:rFonts w:eastAsia="Calibri" w:cs="Arial"/>
          <w:b/>
          <w:szCs w:val="18"/>
        </w:rPr>
        <w:t>OPW</w:t>
      </w:r>
      <w:r w:rsidRPr="00535E9B">
        <w:rPr>
          <w:rFonts w:eastAsia="Calibri" w:cs="Arial"/>
          <w:b/>
          <w:szCs w:val="18"/>
        </w:rPr>
        <w:t xml:space="preserve"> - OŚWIADCZENIE O BRAKU PODSTAW WYKLUCZENIA</w:t>
      </w:r>
      <w:r w:rsidR="00C902C0">
        <w:rPr>
          <w:rFonts w:eastAsia="Calibri" w:cs="Arial"/>
          <w:b/>
          <w:szCs w:val="18"/>
        </w:rPr>
        <w:br/>
      </w:r>
      <w:r w:rsidRPr="00535E9B">
        <w:rPr>
          <w:rFonts w:eastAsia="Calibri" w:cs="Arial"/>
          <w:b/>
          <w:szCs w:val="18"/>
        </w:rPr>
        <w:t>NA PODSTAWIE ROZPORZĄDZENIA SANKCYJNEGO ORAZ USTAWY SANKCYJNEJ</w:t>
      </w:r>
      <w:r w:rsidR="00C902C0">
        <w:rPr>
          <w:rFonts w:eastAsia="Calibri" w:cs="Arial"/>
          <w:b/>
          <w:szCs w:val="18"/>
        </w:rPr>
        <w:br/>
      </w:r>
      <w:r w:rsidRPr="00535E9B">
        <w:rPr>
          <w:rFonts w:eastAsia="Calibri" w:cs="Arial"/>
          <w:b/>
          <w:szCs w:val="18"/>
        </w:rPr>
        <w:t>DLA PODMIOTU UDOSTĘPNIAJĄCEGO ZASOBY- WZÓR</w:t>
      </w:r>
    </w:p>
    <w:p w14:paraId="7453C856" w14:textId="77777777" w:rsidR="00535E9B" w:rsidRPr="00535E9B" w:rsidRDefault="00535E9B" w:rsidP="00842A55">
      <w:pPr>
        <w:spacing w:before="120" w:after="120" w:line="276" w:lineRule="auto"/>
        <w:ind w:left="5245" w:firstLine="709"/>
        <w:jc w:val="right"/>
        <w:rPr>
          <w:rFonts w:eastAsia="Calibri" w:cs="Arial"/>
          <w:b/>
          <w:szCs w:val="18"/>
        </w:rPr>
      </w:pPr>
      <w:r w:rsidRPr="00535E9B">
        <w:rPr>
          <w:rFonts w:eastAsia="Calibri" w:cs="Arial"/>
          <w:b/>
          <w:szCs w:val="18"/>
        </w:rPr>
        <w:t>Zamawiający</w:t>
      </w:r>
    </w:p>
    <w:p w14:paraId="27F6C87C" w14:textId="77777777" w:rsidR="003B16A4" w:rsidRPr="00CE09C3" w:rsidRDefault="003B16A4" w:rsidP="003B16A4">
      <w:pPr>
        <w:jc w:val="right"/>
        <w:rPr>
          <w:rFonts w:ascii="Verdana" w:eastAsia="Verdana" w:hAnsi="Verdana" w:cs="Times New Roman"/>
        </w:rPr>
      </w:pPr>
      <w:r w:rsidRPr="00CE09C3">
        <w:rPr>
          <w:rFonts w:ascii="Verdana" w:eastAsia="Verdana" w:hAnsi="Verdana" w:cs="Times New Roman"/>
        </w:rPr>
        <w:t>PGE Dystrybucja S.A. z siedzibą w Lublinie</w:t>
      </w:r>
    </w:p>
    <w:p w14:paraId="4175F698" w14:textId="77777777" w:rsidR="003B16A4" w:rsidRPr="00CE09C3" w:rsidRDefault="003B16A4" w:rsidP="003B16A4">
      <w:pPr>
        <w:jc w:val="right"/>
        <w:rPr>
          <w:rFonts w:ascii="Verdana" w:eastAsia="Verdana" w:hAnsi="Verdana" w:cs="Times New Roman"/>
        </w:rPr>
      </w:pPr>
      <w:r w:rsidRPr="00CE09C3">
        <w:rPr>
          <w:rFonts w:ascii="Verdana" w:eastAsia="Verdana" w:hAnsi="Verdana" w:cs="Times New Roman"/>
        </w:rPr>
        <w:t>ul. Garbarska 21a, 20-340 Lublin</w:t>
      </w:r>
    </w:p>
    <w:p w14:paraId="6581EBE0" w14:textId="77777777" w:rsidR="003B16A4" w:rsidRPr="00CE09C3" w:rsidRDefault="003B16A4" w:rsidP="003B16A4">
      <w:pPr>
        <w:jc w:val="right"/>
        <w:rPr>
          <w:rFonts w:ascii="Verdana" w:eastAsia="Verdana" w:hAnsi="Verdana" w:cs="Times New Roman"/>
        </w:rPr>
      </w:pPr>
      <w:r w:rsidRPr="00CE09C3">
        <w:rPr>
          <w:rFonts w:ascii="Verdana" w:eastAsia="Verdana" w:hAnsi="Verdana" w:cs="Times New Roman"/>
        </w:rPr>
        <w:t>w imieniu, której postępowanie prowadzi:</w:t>
      </w:r>
    </w:p>
    <w:p w14:paraId="4442D53B" w14:textId="77777777" w:rsidR="003B16A4" w:rsidRPr="00CE09C3" w:rsidRDefault="003B16A4" w:rsidP="003B16A4">
      <w:pPr>
        <w:jc w:val="right"/>
        <w:rPr>
          <w:rFonts w:ascii="Verdana" w:eastAsia="Verdana" w:hAnsi="Verdana" w:cs="Times New Roman"/>
        </w:rPr>
      </w:pPr>
      <w:r w:rsidRPr="00CE09C3">
        <w:rPr>
          <w:rFonts w:ascii="Verdana" w:eastAsia="Verdana" w:hAnsi="Verdana" w:cs="Times New Roman"/>
        </w:rPr>
        <w:t>PGE Dystrybucja S.A. Oddział Łódź</w:t>
      </w:r>
    </w:p>
    <w:p w14:paraId="52FAFEA4" w14:textId="77777777" w:rsidR="003B16A4" w:rsidRPr="00535E9B" w:rsidRDefault="003B16A4" w:rsidP="003B16A4">
      <w:pPr>
        <w:jc w:val="right"/>
        <w:rPr>
          <w:rFonts w:ascii="Verdana" w:eastAsia="Verdana" w:hAnsi="Verdana" w:cs="Times New Roman"/>
        </w:rPr>
      </w:pPr>
      <w:r w:rsidRPr="00CE09C3">
        <w:rPr>
          <w:rFonts w:ascii="Verdana" w:eastAsia="Verdana" w:hAnsi="Verdana" w:cs="Times New Roman"/>
        </w:rPr>
        <w:t>ul. Tuwima 58, 90-021 Łódź</w:t>
      </w:r>
    </w:p>
    <w:p w14:paraId="307CCAA2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Podmiot udostępniający zasoby:</w:t>
      </w:r>
    </w:p>
    <w:p w14:paraId="3E766E16" w14:textId="77777777" w:rsidR="00535E9B" w:rsidRPr="00535E9B" w:rsidRDefault="00535E9B" w:rsidP="00842A55">
      <w:pPr>
        <w:spacing w:before="120" w:after="120" w:line="276" w:lineRule="auto"/>
        <w:ind w:right="5954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</w:t>
      </w:r>
    </w:p>
    <w:p w14:paraId="606A1589" w14:textId="77777777" w:rsidR="00535E9B" w:rsidRPr="00535E9B" w:rsidRDefault="00535E9B" w:rsidP="00842A55">
      <w:pPr>
        <w:spacing w:before="120" w:after="120" w:line="276" w:lineRule="auto"/>
        <w:ind w:right="5953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(pełna nazwa/firma, adres, w zależności od podmiotu: NIP/PESEL, KRS/</w:t>
      </w:r>
      <w:proofErr w:type="spellStart"/>
      <w:r w:rsidRPr="00535E9B">
        <w:rPr>
          <w:rFonts w:eastAsia="Times New Roman" w:cs="Calibri"/>
          <w:i/>
          <w:sz w:val="14"/>
          <w:szCs w:val="14"/>
        </w:rPr>
        <w:t>CEiDG</w:t>
      </w:r>
      <w:proofErr w:type="spellEnd"/>
      <w:r w:rsidRPr="00535E9B">
        <w:rPr>
          <w:rFonts w:eastAsia="Times New Roman" w:cs="Calibri"/>
          <w:i/>
          <w:sz w:val="14"/>
          <w:szCs w:val="14"/>
        </w:rPr>
        <w:t>)</w:t>
      </w:r>
    </w:p>
    <w:p w14:paraId="60C916EA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szCs w:val="18"/>
          <w:u w:val="single"/>
        </w:rPr>
      </w:pPr>
      <w:r w:rsidRPr="00535E9B">
        <w:rPr>
          <w:rFonts w:eastAsia="Times New Roman" w:cs="Calibri"/>
          <w:szCs w:val="18"/>
          <w:u w:val="single"/>
        </w:rPr>
        <w:t>reprezentowany przez:</w:t>
      </w:r>
    </w:p>
    <w:p w14:paraId="1D80E94D" w14:textId="77777777" w:rsidR="00535E9B" w:rsidRPr="00535E9B" w:rsidRDefault="00535E9B" w:rsidP="00842A55">
      <w:pPr>
        <w:spacing w:before="120" w:after="120" w:line="276" w:lineRule="auto"/>
        <w:ind w:right="5954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</w:t>
      </w:r>
    </w:p>
    <w:p w14:paraId="7582DDBA" w14:textId="77777777" w:rsidR="00535E9B" w:rsidRPr="00535E9B" w:rsidRDefault="00535E9B" w:rsidP="00842A55">
      <w:pPr>
        <w:spacing w:before="120" w:after="120" w:line="276" w:lineRule="auto"/>
        <w:ind w:right="5953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(imię, nazwisko, stanowisko/podstawa do reprezentacji)</w:t>
      </w:r>
    </w:p>
    <w:p w14:paraId="38810F99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  <w:t xml:space="preserve">OŚWIADCZENIA PODMIOTU UDOSTĘPNIAJĄCEGO ZASOBY </w:t>
      </w:r>
    </w:p>
    <w:p w14:paraId="4A403121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DOTYCZĄCE PRZESŁANEK WYKLUCZENIA Z ART. 5K ROZPORZĄDZENIA 833/2014 ORAZ </w:t>
      </w:r>
    </w:p>
    <w:p w14:paraId="1BA9A2F2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aps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ART. 7 UST. 1 USTAWY </w:t>
      </w:r>
      <w:r w:rsidRPr="00535E9B">
        <w:rPr>
          <w:rFonts w:ascii="Trebuchet MS" w:eastAsia="Times New Roman" w:hAnsi="Trebuchet MS" w:cs="Arial"/>
          <w:b/>
          <w:caps/>
          <w:color w:val="092D74" w:themeColor="text2"/>
          <w:sz w:val="22"/>
          <w:u w:val="single"/>
        </w:rPr>
        <w:t>o szczególnych rozwiązaniach w zakresie przeciwdziałania wspieraniu agresji na Ukrainę oraz służących ochronie bezpieczeństwa narodowego</w:t>
      </w:r>
    </w:p>
    <w:p w14:paraId="55DCDD3A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b/>
          <w:sz w:val="22"/>
        </w:rPr>
      </w:pPr>
    </w:p>
    <w:p w14:paraId="151FE692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Calibri"/>
          <w:b/>
          <w:sz w:val="22"/>
        </w:rPr>
      </w:pPr>
      <w:r w:rsidRPr="00535E9B">
        <w:rPr>
          <w:rFonts w:eastAsia="Times New Roman" w:cs="Calibri"/>
          <w:b/>
          <w:sz w:val="22"/>
        </w:rPr>
        <w:t xml:space="preserve">Składane na podstawie art. 125 ust. 5 ustawy </w:t>
      </w:r>
      <w:proofErr w:type="spellStart"/>
      <w:r w:rsidRPr="00535E9B">
        <w:rPr>
          <w:rFonts w:eastAsia="Times New Roman" w:cs="Calibri"/>
          <w:b/>
          <w:sz w:val="22"/>
        </w:rPr>
        <w:t>Pzp</w:t>
      </w:r>
      <w:proofErr w:type="spellEnd"/>
    </w:p>
    <w:p w14:paraId="03DD231E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Calibri"/>
          <w:b/>
          <w:sz w:val="22"/>
          <w:u w:val="single"/>
        </w:rPr>
      </w:pPr>
    </w:p>
    <w:p w14:paraId="2BA2FE23" w14:textId="6735452F" w:rsidR="003B16A4" w:rsidRDefault="00535E9B" w:rsidP="003B16A4">
      <w:pPr>
        <w:spacing w:before="120" w:after="120" w:line="276" w:lineRule="auto"/>
        <w:jc w:val="both"/>
      </w:pPr>
      <w:r w:rsidRPr="00535E9B">
        <w:rPr>
          <w:rFonts w:eastAsia="Times New Roman" w:cs="Calibri"/>
          <w:szCs w:val="18"/>
        </w:rPr>
        <w:t xml:space="preserve">Na potrzeby postępowania o udzielenie zamówienia publicznego pn. </w:t>
      </w:r>
      <w:bookmarkStart w:id="6" w:name="_Hlk211426929"/>
      <w:r w:rsidR="003B16A4" w:rsidRPr="003B16A4">
        <w:rPr>
          <w:rFonts w:ascii="Verdana" w:eastAsia="Times New Roman" w:hAnsi="Verdana" w:cs="Times New Roman"/>
          <w:b/>
          <w:bCs/>
          <w:szCs w:val="18"/>
        </w:rPr>
        <w:t>,,Pozyskanie Usługi Utrzymania</w:t>
      </w:r>
      <w:r w:rsidR="003B16A4">
        <w:rPr>
          <w:rFonts w:ascii="Verdana" w:eastAsia="Times New Roman" w:hAnsi="Verdana" w:cs="Times New Roman"/>
          <w:b/>
          <w:bCs/>
          <w:szCs w:val="18"/>
        </w:rPr>
        <w:br/>
      </w:r>
      <w:r w:rsidR="003B16A4" w:rsidRPr="003B16A4">
        <w:rPr>
          <w:rFonts w:ascii="Verdana" w:eastAsia="Times New Roman" w:hAnsi="Verdana" w:cs="Times New Roman"/>
          <w:b/>
          <w:bCs/>
          <w:szCs w:val="18"/>
        </w:rPr>
        <w:t xml:space="preserve">w terenie infrastruktury sieci LTE450 (Field </w:t>
      </w:r>
      <w:proofErr w:type="spellStart"/>
      <w:r w:rsidR="003B16A4" w:rsidRPr="003B16A4">
        <w:rPr>
          <w:rFonts w:ascii="Verdana" w:eastAsia="Times New Roman" w:hAnsi="Verdana" w:cs="Times New Roman"/>
          <w:b/>
          <w:bCs/>
          <w:szCs w:val="18"/>
        </w:rPr>
        <w:t>Maintenance</w:t>
      </w:r>
      <w:proofErr w:type="spellEnd"/>
      <w:r w:rsidR="003B16A4" w:rsidRPr="003B16A4">
        <w:rPr>
          <w:rFonts w:ascii="Verdana" w:eastAsia="Times New Roman" w:hAnsi="Verdana" w:cs="Times New Roman"/>
          <w:b/>
          <w:bCs/>
          <w:szCs w:val="18"/>
        </w:rPr>
        <w:t xml:space="preserve">) </w:t>
      </w:r>
      <w:r w:rsidR="003B16A4" w:rsidRPr="00457532">
        <w:rPr>
          <w:rFonts w:ascii="Verdana" w:eastAsia="Times New Roman" w:hAnsi="Verdana" w:cs="Times New Roman"/>
          <w:b/>
          <w:bCs/>
          <w:szCs w:val="18"/>
        </w:rPr>
        <w:t>(Oddział Zamość, Oddział Lublin, Oddział Skarżysko Kamienna, Oddział Rzeszów)”</w:t>
      </w:r>
      <w:r w:rsidR="003B16A4" w:rsidRPr="00457532">
        <w:t>,</w:t>
      </w:r>
    </w:p>
    <w:p w14:paraId="26FC5EDB" w14:textId="4736137C" w:rsidR="003B16A4" w:rsidRPr="00535E9B" w:rsidRDefault="003B16A4" w:rsidP="003B16A4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t xml:space="preserve">nr Postępowania: </w:t>
      </w:r>
      <w:r w:rsidRPr="003B16A4">
        <w:rPr>
          <w:rFonts w:ascii="Verdana" w:eastAsia="Times New Roman" w:hAnsi="Verdana" w:cs="Times New Roman"/>
          <w:b/>
          <w:bCs/>
          <w:szCs w:val="18"/>
        </w:rPr>
        <w:t>POST/DYS/OLD/GZ/</w:t>
      </w:r>
      <w:r w:rsidR="00457532">
        <w:rPr>
          <w:rFonts w:ascii="Verdana" w:eastAsia="Times New Roman" w:hAnsi="Verdana" w:cs="Times New Roman"/>
          <w:b/>
          <w:bCs/>
          <w:szCs w:val="18"/>
        </w:rPr>
        <w:t>04592</w:t>
      </w:r>
      <w:r w:rsidRPr="003B16A4">
        <w:rPr>
          <w:rFonts w:ascii="Verdana" w:eastAsia="Times New Roman" w:hAnsi="Verdana" w:cs="Times New Roman"/>
          <w:b/>
          <w:bCs/>
          <w:szCs w:val="18"/>
        </w:rPr>
        <w:t>/2025</w:t>
      </w:r>
      <w:r w:rsidRPr="00535E9B">
        <w:t>,</w:t>
      </w:r>
    </w:p>
    <w:bookmarkEnd w:id="6"/>
    <w:p w14:paraId="5598F297" w14:textId="6A87EDB8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prowadzonego przez </w:t>
      </w:r>
      <w:r w:rsidR="003B16A4">
        <w:rPr>
          <w:rFonts w:eastAsia="Times New Roman" w:cs="Calibri"/>
          <w:szCs w:val="18"/>
        </w:rPr>
        <w:t>PGE Dystrybucja S.A.</w:t>
      </w:r>
      <w:r w:rsidRPr="00535E9B">
        <w:rPr>
          <w:rFonts w:eastAsia="Times New Roman" w:cs="Calibri"/>
          <w:i/>
          <w:szCs w:val="18"/>
        </w:rPr>
        <w:t xml:space="preserve">, </w:t>
      </w:r>
      <w:r w:rsidRPr="00535E9B">
        <w:rPr>
          <w:rFonts w:eastAsia="Times New Roman" w:cs="Calibri"/>
          <w:szCs w:val="18"/>
        </w:rPr>
        <w:t>oświadczam, co następuje:</w:t>
      </w:r>
    </w:p>
    <w:p w14:paraId="679F69A3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OŚWIADCZENIA DOTYCZĄCE PODMIOTU UDOSTEPNIAJĄCEGO ZASOBY:</w:t>
      </w:r>
    </w:p>
    <w:p w14:paraId="69A489CC" w14:textId="007A65AF" w:rsidR="00535E9B" w:rsidRPr="00535E9B" w:rsidRDefault="0084039D" w:rsidP="00842A55">
      <w:pPr>
        <w:numPr>
          <w:ilvl w:val="0"/>
          <w:numId w:val="16"/>
        </w:numPr>
        <w:spacing w:before="120" w:after="120" w:line="276" w:lineRule="auto"/>
        <w:jc w:val="both"/>
        <w:rPr>
          <w:rFonts w:eastAsia="Times New Roman" w:cs="Calibri"/>
          <w:b/>
          <w:bCs/>
          <w:szCs w:val="18"/>
        </w:rPr>
      </w:pPr>
      <w:r w:rsidRPr="0084039D">
        <w:rPr>
          <w:rFonts w:eastAsia="Times New Roman" w:cs="Calibri"/>
          <w:szCs w:val="18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2022/576, zaktualizowanym rozporządzeniem Rady (UE) 2025/2033 (Dz.U. L, 2025/2033 z 23.10.2025) dalej: rozporządzenie 2025/2033</w:t>
      </w:r>
      <w:r w:rsidR="00535E9B" w:rsidRPr="00535E9B">
        <w:rPr>
          <w:rFonts w:eastAsia="Times New Roman" w:cs="Calibri"/>
          <w:szCs w:val="18"/>
        </w:rPr>
        <w:t>.</w:t>
      </w:r>
      <w:r w:rsidR="00535E9B" w:rsidRPr="00535E9B">
        <w:rPr>
          <w:rFonts w:eastAsia="Times New Roman" w:cs="Calibri"/>
          <w:szCs w:val="18"/>
          <w:vertAlign w:val="superscript"/>
        </w:rPr>
        <w:footnoteReference w:id="1"/>
      </w:r>
    </w:p>
    <w:p w14:paraId="1357F076" w14:textId="75AB7E9F" w:rsidR="00535E9B" w:rsidRPr="0084039D" w:rsidRDefault="0084039D" w:rsidP="0084039D">
      <w:pPr>
        <w:numPr>
          <w:ilvl w:val="0"/>
          <w:numId w:val="16"/>
        </w:numPr>
        <w:spacing w:before="120" w:after="120" w:line="276" w:lineRule="auto"/>
        <w:jc w:val="both"/>
        <w:rPr>
          <w:rFonts w:eastAsia="Calibri" w:cs="Calibri"/>
          <w:b/>
          <w:bCs/>
          <w:szCs w:val="18"/>
          <w:lang w:eastAsia="pl-PL"/>
        </w:rPr>
      </w:pPr>
      <w:r w:rsidRPr="0084039D">
        <w:rPr>
          <w:rFonts w:eastAsia="Calibri" w:cs="Calibri"/>
          <w:szCs w:val="18"/>
          <w:lang w:eastAsia="pl-PL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84039D">
        <w:rPr>
          <w:rFonts w:eastAsia="Calibri" w:cs="Calibri"/>
          <w:szCs w:val="18"/>
          <w:lang w:eastAsia="pl-PL"/>
        </w:rPr>
        <w:t>t.j</w:t>
      </w:r>
      <w:proofErr w:type="spellEnd"/>
      <w:r w:rsidRPr="0084039D">
        <w:rPr>
          <w:rFonts w:eastAsia="Calibri" w:cs="Calibri"/>
          <w:szCs w:val="18"/>
          <w:lang w:eastAsia="pl-PL"/>
        </w:rPr>
        <w:t>. Dz.U. z 2025 r. poz. 514</w:t>
      </w:r>
      <w:r>
        <w:rPr>
          <w:rFonts w:eastAsia="Calibri" w:cs="Calibri"/>
          <w:szCs w:val="18"/>
          <w:lang w:eastAsia="pl-PL"/>
        </w:rPr>
        <w:t>)</w:t>
      </w:r>
      <w:r w:rsidR="00535E9B" w:rsidRPr="00535E9B">
        <w:rPr>
          <w:rFonts w:eastAsia="Calibri" w:cs="Calibri"/>
          <w:i/>
          <w:iCs/>
          <w:color w:val="222222"/>
          <w:szCs w:val="18"/>
          <w:lang w:eastAsia="pl-PL"/>
        </w:rPr>
        <w:t>.</w:t>
      </w:r>
      <w:r w:rsidR="00535E9B" w:rsidRPr="00535E9B">
        <w:rPr>
          <w:rFonts w:eastAsia="Calibri" w:cs="Calibri"/>
          <w:color w:val="222222"/>
          <w:szCs w:val="18"/>
          <w:vertAlign w:val="superscript"/>
          <w:lang w:eastAsia="pl-PL"/>
        </w:rPr>
        <w:footnoteReference w:id="2"/>
      </w:r>
    </w:p>
    <w:p w14:paraId="2FB0A860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OŚWIADCZENIE DOTYCZĄCE PODANYCH INFORMACJI:</w:t>
      </w:r>
    </w:p>
    <w:p w14:paraId="2738259F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wszystkie informacje podane w powyższych oświadczeniach są aktualne </w:t>
      </w:r>
      <w:r w:rsidRPr="00535E9B">
        <w:rPr>
          <w:rFonts w:eastAsia="Times New Roman" w:cs="Calibri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300807D3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INFORMACJA DOTYCZĄCA DOSTĘPU DO PODMIOTOWYCH ŚRODKÓW DOWODOWYCH:</w:t>
      </w:r>
    </w:p>
    <w:p w14:paraId="3F20F2EF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6E148706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1) ..................................................................................................................................................</w:t>
      </w:r>
    </w:p>
    <w:p w14:paraId="248CE6F8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C858040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2) ..................................................................................................................................................</w:t>
      </w:r>
    </w:p>
    <w:p w14:paraId="3895EE05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AD8F654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i/>
          <w:sz w:val="14"/>
          <w:szCs w:val="14"/>
        </w:rPr>
      </w:pPr>
    </w:p>
    <w:p w14:paraId="206EDD6B" w14:textId="77777777" w:rsid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 w:val="14"/>
          <w:szCs w:val="14"/>
        </w:rPr>
      </w:pPr>
    </w:p>
    <w:p w14:paraId="01A23AFA" w14:textId="77777777" w:rsidR="00FD2D22" w:rsidRDefault="00FD2D22" w:rsidP="00842A55">
      <w:pPr>
        <w:spacing w:before="120" w:after="120" w:line="276" w:lineRule="auto"/>
        <w:jc w:val="both"/>
        <w:rPr>
          <w:rFonts w:eastAsia="Times New Roman" w:cs="Calibri"/>
          <w:sz w:val="14"/>
          <w:szCs w:val="14"/>
        </w:rPr>
      </w:pPr>
    </w:p>
    <w:p w14:paraId="42BED5C6" w14:textId="77777777" w:rsidR="00FD2D22" w:rsidRDefault="00FD2D22" w:rsidP="00842A55">
      <w:pPr>
        <w:spacing w:before="120" w:after="120" w:line="276" w:lineRule="auto"/>
        <w:jc w:val="both"/>
        <w:rPr>
          <w:rFonts w:eastAsia="Times New Roman" w:cs="Calibri"/>
          <w:sz w:val="14"/>
          <w:szCs w:val="14"/>
        </w:rPr>
      </w:pPr>
    </w:p>
    <w:p w14:paraId="7DDE7757" w14:textId="77777777" w:rsidR="00FD2D22" w:rsidRPr="00535E9B" w:rsidRDefault="00FD2D22" w:rsidP="00842A55">
      <w:pPr>
        <w:spacing w:before="120" w:after="120" w:line="276" w:lineRule="auto"/>
        <w:jc w:val="both"/>
        <w:rPr>
          <w:rFonts w:eastAsia="Times New Roman" w:cs="Calibri"/>
          <w:sz w:val="14"/>
          <w:szCs w:val="14"/>
        </w:rPr>
      </w:pPr>
    </w:p>
    <w:p w14:paraId="583110BC" w14:textId="4CFA215B" w:rsidR="00535E9B" w:rsidRPr="00535E9B" w:rsidRDefault="00535E9B" w:rsidP="00FD2D22">
      <w:pPr>
        <w:spacing w:after="0"/>
        <w:ind w:left="4956"/>
        <w:jc w:val="center"/>
        <w:rPr>
          <w:rFonts w:eastAsia="Times New Roman" w:cs="Calibri"/>
          <w:b/>
          <w:i/>
          <w:color w:val="000000" w:themeColor="text1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Kwalifikowany podpis elektroniczny</w:t>
      </w:r>
    </w:p>
    <w:p w14:paraId="6D5BE558" w14:textId="32DE73E8" w:rsidR="00535E9B" w:rsidRPr="00535E9B" w:rsidRDefault="00535E9B" w:rsidP="00FD2D22">
      <w:pPr>
        <w:spacing w:after="0"/>
        <w:ind w:left="4956"/>
        <w:jc w:val="center"/>
        <w:rPr>
          <w:rFonts w:eastAsia="Times New Roman" w:cs="Calibri"/>
          <w:b/>
          <w:i/>
          <w:color w:val="000000" w:themeColor="text1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osób uprawnionych do składania oświadczeń</w:t>
      </w:r>
    </w:p>
    <w:p w14:paraId="797A5421" w14:textId="77777777" w:rsidR="00535E9B" w:rsidRPr="00535E9B" w:rsidRDefault="00535E9B" w:rsidP="00FD2D22">
      <w:pPr>
        <w:spacing w:after="0"/>
        <w:ind w:left="4956"/>
        <w:jc w:val="center"/>
        <w:rPr>
          <w:rFonts w:eastAsia="Times New Roman" w:cs="Arial"/>
          <w:i/>
          <w:color w:val="000000" w:themeColor="text1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woli w imieniu podmiotu udostępniającego zasoby</w:t>
      </w:r>
    </w:p>
    <w:p w14:paraId="64FA7D3B" w14:textId="70826F66" w:rsidR="00535E9B" w:rsidRPr="00535E9B" w:rsidRDefault="00535E9B" w:rsidP="00842A55">
      <w:pPr>
        <w:rPr>
          <w:rFonts w:eastAsia="Times New Roman" w:cs="Times New Roman"/>
          <w:szCs w:val="18"/>
        </w:rPr>
      </w:pPr>
    </w:p>
    <w:bookmarkEnd w:id="0"/>
    <w:bookmarkEnd w:id="1"/>
    <w:bookmarkEnd w:id="2"/>
    <w:bookmarkEnd w:id="3"/>
    <w:bookmarkEnd w:id="4"/>
    <w:bookmarkEnd w:id="5"/>
    <w:sectPr w:rsidR="00535E9B" w:rsidRPr="00535E9B" w:rsidSect="003B16A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0EBD0" w14:textId="77777777" w:rsidR="00096B98" w:rsidRDefault="00096B98" w:rsidP="00582CE9">
      <w:pPr>
        <w:spacing w:after="0"/>
      </w:pPr>
      <w:r>
        <w:separator/>
      </w:r>
    </w:p>
  </w:endnote>
  <w:endnote w:type="continuationSeparator" w:id="0">
    <w:p w14:paraId="32A7A1B2" w14:textId="77777777" w:rsidR="00096B98" w:rsidRDefault="00096B9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9A817D6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748">
          <w:rPr>
            <w:noProof/>
          </w:rPr>
          <w:t>61</w:t>
        </w:r>
        <w:r>
          <w:fldChar w:fldCharType="end"/>
        </w:r>
      </w:p>
    </w:sdtContent>
  </w:sdt>
  <w:p w14:paraId="4A5385B6" w14:textId="77777777" w:rsidR="00096B98" w:rsidRDefault="00096B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3564BD82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AFF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096B98" w:rsidRDefault="00096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8680" w14:textId="77777777" w:rsidR="00096B98" w:rsidRDefault="00096B98" w:rsidP="00582CE9">
      <w:pPr>
        <w:spacing w:after="0"/>
      </w:pPr>
      <w:r>
        <w:separator/>
      </w:r>
    </w:p>
  </w:footnote>
  <w:footnote w:type="continuationSeparator" w:id="0">
    <w:p w14:paraId="080AB3D9" w14:textId="77777777" w:rsidR="00096B98" w:rsidRDefault="00096B98" w:rsidP="00582CE9">
      <w:pPr>
        <w:spacing w:after="0"/>
      </w:pPr>
      <w:r>
        <w:continuationSeparator/>
      </w:r>
    </w:p>
  </w:footnote>
  <w:footnote w:id="1">
    <w:p w14:paraId="719C8CF4" w14:textId="77777777" w:rsidR="00096B98" w:rsidRPr="00F96CE3" w:rsidRDefault="00096B98" w:rsidP="00535E9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 w:rsidRPr="00F96CE3">
        <w:rPr>
          <w:rStyle w:val="Odwoanieprzypisudolnego"/>
          <w:rFonts w:ascii="Calibri" w:eastAsiaTheme="majorEastAsia" w:hAnsi="Calibri" w:cs="Calibri"/>
          <w:sz w:val="14"/>
          <w:szCs w:val="14"/>
        </w:rPr>
        <w:footnoteRef/>
      </w:r>
      <w:r w:rsidRPr="00F96CE3">
        <w:rPr>
          <w:rFonts w:ascii="Calibri" w:hAnsi="Calibri" w:cs="Calibri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D864FA" w14:textId="77777777" w:rsidR="00096B98" w:rsidRPr="00F96CE3" w:rsidRDefault="00096B98" w:rsidP="00535E9B">
      <w:pPr>
        <w:pStyle w:val="Tekstprzypisudolnego"/>
        <w:numPr>
          <w:ilvl w:val="0"/>
          <w:numId w:val="13"/>
        </w:numPr>
        <w:rPr>
          <w:rFonts w:ascii="Calibri" w:hAnsi="Calibri" w:cs="Calibri"/>
          <w:sz w:val="14"/>
          <w:szCs w:val="14"/>
        </w:rPr>
      </w:pPr>
      <w:r w:rsidRPr="00F96CE3">
        <w:rPr>
          <w:rFonts w:ascii="Calibri" w:hAnsi="Calibri" w:cs="Calibri"/>
          <w:sz w:val="14"/>
          <w:szCs w:val="14"/>
        </w:rPr>
        <w:t>obywateli rosyjskich lub osób fizycznych lub prawnych, podmiotów lub organów z siedzibą w Rosji;</w:t>
      </w:r>
    </w:p>
    <w:p w14:paraId="11A699DF" w14:textId="77777777" w:rsidR="00096B98" w:rsidRPr="00F96CE3" w:rsidRDefault="00096B98" w:rsidP="00535E9B">
      <w:pPr>
        <w:pStyle w:val="Tekstprzypisudolnego"/>
        <w:numPr>
          <w:ilvl w:val="0"/>
          <w:numId w:val="13"/>
        </w:numPr>
        <w:rPr>
          <w:rFonts w:ascii="Calibri" w:hAnsi="Calibri" w:cs="Calibri"/>
          <w:sz w:val="14"/>
          <w:szCs w:val="14"/>
        </w:rPr>
      </w:pPr>
      <w:r w:rsidRPr="00F96CE3">
        <w:rPr>
          <w:rFonts w:ascii="Calibri" w:hAnsi="Calibri" w:cs="Calibri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3F69CBB1" w14:textId="77777777" w:rsidR="00096B98" w:rsidRPr="00F96CE3" w:rsidRDefault="00096B98" w:rsidP="00535E9B">
      <w:pPr>
        <w:pStyle w:val="Tekstprzypisudolnego"/>
        <w:numPr>
          <w:ilvl w:val="0"/>
          <w:numId w:val="13"/>
        </w:numPr>
        <w:rPr>
          <w:rFonts w:ascii="Calibri" w:hAnsi="Calibri" w:cs="Calibri"/>
          <w:sz w:val="14"/>
          <w:szCs w:val="14"/>
        </w:rPr>
      </w:pPr>
      <w:r w:rsidRPr="00F96CE3">
        <w:rPr>
          <w:rFonts w:ascii="Calibri" w:hAnsi="Calibri" w:cs="Calibri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58B80A4F" w14:textId="77777777" w:rsidR="00096B98" w:rsidRPr="00F96CE3" w:rsidRDefault="00096B98" w:rsidP="00535E9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 w:rsidRPr="00F96CE3">
        <w:rPr>
          <w:rFonts w:ascii="Calibri" w:hAnsi="Calibri" w:cs="Calibri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7705DB4" w14:textId="77777777" w:rsidR="00096B98" w:rsidRPr="00F96CE3" w:rsidRDefault="00096B98" w:rsidP="00535E9B">
      <w:pPr>
        <w:spacing w:after="0"/>
        <w:jc w:val="both"/>
        <w:rPr>
          <w:rFonts w:cs="Calibri"/>
          <w:color w:val="222222"/>
          <w:sz w:val="14"/>
          <w:szCs w:val="14"/>
        </w:rPr>
      </w:pPr>
      <w:r w:rsidRPr="00F96CE3">
        <w:rPr>
          <w:rStyle w:val="Odwoanieprzypisudolnego"/>
          <w:rFonts w:cs="Calibri"/>
          <w:sz w:val="14"/>
          <w:szCs w:val="14"/>
        </w:rPr>
        <w:footnoteRef/>
      </w:r>
      <w:r w:rsidRPr="00F96CE3">
        <w:rPr>
          <w:rFonts w:cs="Calibri"/>
          <w:sz w:val="14"/>
          <w:szCs w:val="14"/>
        </w:rPr>
        <w:t xml:space="preserve"> </w:t>
      </w:r>
      <w:r w:rsidRPr="00F96CE3">
        <w:rPr>
          <w:rFonts w:cs="Calibri"/>
          <w:color w:val="222222"/>
          <w:sz w:val="14"/>
          <w:szCs w:val="14"/>
        </w:rPr>
        <w:t xml:space="preserve">Zgodnie z treścią art. 7 ust. 1 ustawy z dnia 13 kwietnia 2022 r. </w:t>
      </w:r>
      <w:r w:rsidRPr="00F96CE3">
        <w:rPr>
          <w:rFonts w:cs="Calibr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F96CE3">
        <w:rPr>
          <w:rFonts w:cs="Calibri"/>
          <w:color w:val="222222"/>
          <w:sz w:val="14"/>
          <w:szCs w:val="14"/>
        </w:rPr>
        <w:t xml:space="preserve">z </w:t>
      </w:r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>Pzp</w:t>
      </w:r>
      <w:proofErr w:type="spellEnd"/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 xml:space="preserve"> wyklucza się:</w:t>
      </w:r>
    </w:p>
    <w:p w14:paraId="1CC7968A" w14:textId="77777777" w:rsidR="00096B98" w:rsidRPr="00F96CE3" w:rsidRDefault="00096B98" w:rsidP="00535E9B">
      <w:pPr>
        <w:spacing w:after="0"/>
        <w:jc w:val="both"/>
        <w:rPr>
          <w:rFonts w:eastAsia="Times New Roman" w:cs="Calibri"/>
          <w:color w:val="222222"/>
          <w:sz w:val="14"/>
          <w:szCs w:val="14"/>
          <w:lang w:eastAsia="pl-PL"/>
        </w:rPr>
      </w:pPr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E6DEEF" w14:textId="77777777" w:rsidR="00096B98" w:rsidRPr="00F96CE3" w:rsidRDefault="00096B98" w:rsidP="00535E9B">
      <w:pPr>
        <w:spacing w:after="0"/>
        <w:jc w:val="both"/>
        <w:rPr>
          <w:rFonts w:cs="Calibri"/>
          <w:color w:val="222222"/>
          <w:sz w:val="14"/>
          <w:szCs w:val="14"/>
        </w:rPr>
      </w:pPr>
      <w:r w:rsidRPr="00F96CE3">
        <w:rPr>
          <w:rFonts w:cs="Calibri"/>
          <w:color w:val="222222"/>
          <w:sz w:val="14"/>
          <w:szCs w:val="14"/>
        </w:rPr>
        <w:t xml:space="preserve">2) </w:t>
      </w:r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</w:t>
      </w:r>
      <w:r w:rsidRPr="00F96CE3">
        <w:rPr>
          <w:rFonts w:eastAsia="Times New Roman" w:cs="Calibri"/>
          <w:color w:val="222222"/>
          <w:sz w:val="16"/>
          <w:szCs w:val="16"/>
          <w:lang w:eastAsia="pl-PL"/>
        </w:rPr>
        <w:t xml:space="preserve"> </w:t>
      </w:r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035682" w14:textId="77777777" w:rsidR="00096B98" w:rsidRPr="00896587" w:rsidRDefault="00096B98" w:rsidP="00535E9B">
      <w:pPr>
        <w:spacing w:after="0"/>
        <w:jc w:val="both"/>
        <w:rPr>
          <w:rFonts w:ascii="Arial" w:hAnsi="Arial" w:cs="Arial"/>
          <w:sz w:val="16"/>
          <w:szCs w:val="16"/>
        </w:rPr>
      </w:pPr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502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7930"/>
    </w:tblGrid>
    <w:tr w:rsidR="00096B98" w:rsidRPr="006B2C28" w14:paraId="3B896BDC" w14:textId="77777777" w:rsidTr="003B16A4">
      <w:trPr>
        <w:trHeight w:val="1140"/>
      </w:trPr>
      <w:tc>
        <w:tcPr>
          <w:tcW w:w="6119" w:type="dxa"/>
          <w:vAlign w:val="center"/>
        </w:tcPr>
        <w:p w14:paraId="3B20D90E" w14:textId="021F7D39" w:rsidR="00C902C0" w:rsidRPr="00457532" w:rsidRDefault="00C902C0" w:rsidP="00C902C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457532">
            <w:rPr>
              <w:rFonts w:asciiTheme="majorHAnsi" w:hAnsiTheme="majorHAnsi"/>
              <w:color w:val="000000" w:themeColor="text1"/>
              <w:sz w:val="14"/>
              <w:szCs w:val="14"/>
            </w:rPr>
            <w:t>OPIS POTRZEB I WYMAGAŃ (OPW)</w:t>
          </w:r>
        </w:p>
        <w:p w14:paraId="5205B493" w14:textId="7633BD22" w:rsidR="00096B98" w:rsidRPr="006B2C28" w:rsidRDefault="00C902C0" w:rsidP="00C902C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57532">
            <w:rPr>
              <w:rFonts w:asciiTheme="majorHAnsi" w:hAnsiTheme="majorHAnsi"/>
              <w:color w:val="000000" w:themeColor="text1"/>
              <w:sz w:val="14"/>
              <w:szCs w:val="14"/>
            </w:rPr>
            <w:t>POST/DYS/OLD/GZ/04592/2025</w:t>
          </w:r>
        </w:p>
      </w:tc>
      <w:tc>
        <w:tcPr>
          <w:tcW w:w="977" w:type="dxa"/>
          <w:vAlign w:val="center"/>
        </w:tcPr>
        <w:p w14:paraId="3FED520E" w14:textId="72C65808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7930" w:type="dxa"/>
          <w:vAlign w:val="center"/>
        </w:tcPr>
        <w:p w14:paraId="0E71B715" w14:textId="641FDE21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91076847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096B98" w:rsidRDefault="00096B98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096B98" w:rsidRPr="006B2C28" w14:paraId="13E0C230" w14:textId="77777777" w:rsidTr="2834231C">
      <w:trPr>
        <w:trHeight w:val="1140"/>
      </w:trPr>
      <w:tc>
        <w:tcPr>
          <w:tcW w:w="6119" w:type="dxa"/>
          <w:vAlign w:val="center"/>
        </w:tcPr>
        <w:p w14:paraId="390C6247" w14:textId="20972051" w:rsidR="00457532" w:rsidRPr="00457532" w:rsidRDefault="00457532" w:rsidP="0045753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457532">
            <w:rPr>
              <w:rFonts w:asciiTheme="majorHAnsi" w:hAnsiTheme="majorHAnsi"/>
              <w:color w:val="000000" w:themeColor="text1"/>
              <w:sz w:val="14"/>
              <w:szCs w:val="14"/>
            </w:rPr>
            <w:t>OPIS POTRZEB I WYMAGAŃ (OPW)</w:t>
          </w:r>
        </w:p>
        <w:p w14:paraId="676ADCC0" w14:textId="2B230F64" w:rsidR="00096B98" w:rsidRPr="006B2C28" w:rsidRDefault="00457532" w:rsidP="0045753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57532">
            <w:rPr>
              <w:rFonts w:asciiTheme="majorHAnsi" w:hAnsiTheme="majorHAnsi"/>
              <w:color w:val="000000" w:themeColor="text1"/>
              <w:sz w:val="14"/>
              <w:szCs w:val="14"/>
            </w:rPr>
            <w:t>POST/DYS/OLD/GZ/04592/2025</w:t>
          </w:r>
        </w:p>
      </w:tc>
      <w:tc>
        <w:tcPr>
          <w:tcW w:w="6119" w:type="dxa"/>
          <w:vAlign w:val="center"/>
        </w:tcPr>
        <w:p w14:paraId="09A39017" w14:textId="39D2E6D8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210411848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096B98" w:rsidRDefault="00096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85CDA"/>
    <w:multiLevelType w:val="hybridMultilevel"/>
    <w:tmpl w:val="40AC930E"/>
    <w:lvl w:ilvl="0" w:tplc="6B18D70C">
      <w:start w:val="1"/>
      <w:numFmt w:val="decimal"/>
      <w:lvlText w:val="10.2.%1"/>
      <w:lvlJc w:val="left"/>
      <w:pPr>
        <w:ind w:left="1911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" w15:restartNumberingAfterBreak="0">
    <w:nsid w:val="0B0605B8"/>
    <w:multiLevelType w:val="hybridMultilevel"/>
    <w:tmpl w:val="0A746E5E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" w15:restartNumberingAfterBreak="0">
    <w:nsid w:val="0C5D0DAA"/>
    <w:multiLevelType w:val="hybridMultilevel"/>
    <w:tmpl w:val="B7FA7AE2"/>
    <w:lvl w:ilvl="0" w:tplc="1D38523E">
      <w:start w:val="6"/>
      <w:numFmt w:val="upperRoman"/>
      <w:lvlText w:val="%1."/>
      <w:lvlJc w:val="right"/>
      <w:pPr>
        <w:ind w:left="191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63F220D"/>
    <w:multiLevelType w:val="hybridMultilevel"/>
    <w:tmpl w:val="F7923D0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C5633"/>
    <w:multiLevelType w:val="multilevel"/>
    <w:tmpl w:val="4622E3C8"/>
    <w:lvl w:ilvl="0">
      <w:start w:val="3"/>
      <w:numFmt w:val="decimal"/>
      <w:lvlText w:val="%1."/>
      <w:lvlJc w:val="left"/>
      <w:pPr>
        <w:ind w:left="660" w:hanging="660"/>
      </w:pPr>
      <w:rPr>
        <w:rFonts w:eastAsiaTheme="minorHAnsi" w:cstheme="minorBidi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10" w15:restartNumberingAfterBreak="0">
    <w:nsid w:val="24591A7A"/>
    <w:multiLevelType w:val="multilevel"/>
    <w:tmpl w:val="34B0AFD4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Theme="minorHAnsi" w:hAnsiTheme="minorHAnsi" w:cstheme="minorHAnsi" w:hint="default"/>
        <w:b/>
      </w:rPr>
    </w:lvl>
    <w:lvl w:ilvl="3">
      <w:start w:val="1"/>
      <w:numFmt w:val="lowerLetter"/>
      <w:lvlText w:val="%4)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847A72"/>
    <w:multiLevelType w:val="hybridMultilevel"/>
    <w:tmpl w:val="8AC66CE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910031F4"/>
    <w:lvl w:ilvl="0" w:tplc="B4AA629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5B819DA"/>
    <w:multiLevelType w:val="hybridMultilevel"/>
    <w:tmpl w:val="C928B05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363847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C913DCA"/>
    <w:multiLevelType w:val="hybridMultilevel"/>
    <w:tmpl w:val="071E52B0"/>
    <w:lvl w:ilvl="0" w:tplc="A16A03C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E1FD7"/>
    <w:multiLevelType w:val="multilevel"/>
    <w:tmpl w:val="40E4D31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09F64A6"/>
    <w:multiLevelType w:val="hybridMultilevel"/>
    <w:tmpl w:val="1ABACD2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44330C26"/>
    <w:multiLevelType w:val="hybridMultilevel"/>
    <w:tmpl w:val="96EC8862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7221449"/>
    <w:multiLevelType w:val="hybridMultilevel"/>
    <w:tmpl w:val="EA429A72"/>
    <w:lvl w:ilvl="0" w:tplc="B1D600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445B47"/>
    <w:multiLevelType w:val="hybridMultilevel"/>
    <w:tmpl w:val="FD681066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26" w15:restartNumberingAfterBreak="0">
    <w:nsid w:val="555854BC"/>
    <w:multiLevelType w:val="multilevel"/>
    <w:tmpl w:val="24705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2" w:hanging="1440"/>
      </w:pPr>
      <w:rPr>
        <w:rFonts w:hint="default"/>
      </w:rPr>
    </w:lvl>
  </w:abstractNum>
  <w:abstractNum w:abstractNumId="27" w15:restartNumberingAfterBreak="0">
    <w:nsid w:val="55D92B1C"/>
    <w:multiLevelType w:val="hybridMultilevel"/>
    <w:tmpl w:val="F54ADB36"/>
    <w:lvl w:ilvl="0" w:tplc="D12E80A8">
      <w:start w:val="1"/>
      <w:numFmt w:val="decimal"/>
      <w:lvlText w:val="2.8.%1"/>
      <w:lvlJc w:val="left"/>
      <w:pPr>
        <w:ind w:left="3102" w:hanging="360"/>
      </w:pPr>
      <w:rPr>
        <w:rFonts w:hint="default"/>
      </w:rPr>
    </w:lvl>
    <w:lvl w:ilvl="1" w:tplc="8AAC4F60">
      <w:start w:val="1"/>
      <w:numFmt w:val="decimal"/>
      <w:lvlText w:val="2.8.%2"/>
      <w:lvlJc w:val="left"/>
      <w:pPr>
        <w:ind w:left="1440" w:hanging="360"/>
      </w:pPr>
      <w:rPr>
        <w:rFonts w:hint="default"/>
        <w:b w:val="0"/>
        <w:bCs w:val="0"/>
      </w:rPr>
    </w:lvl>
    <w:lvl w:ilvl="2" w:tplc="21F4F2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11E01"/>
    <w:multiLevelType w:val="hybridMultilevel"/>
    <w:tmpl w:val="8954C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4408F"/>
    <w:multiLevelType w:val="hybridMultilevel"/>
    <w:tmpl w:val="F706277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1" w15:restartNumberingAfterBreak="0">
    <w:nsid w:val="685433D9"/>
    <w:multiLevelType w:val="hybridMultilevel"/>
    <w:tmpl w:val="B3B84A3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 w15:restartNumberingAfterBreak="0">
    <w:nsid w:val="6B2000A5"/>
    <w:multiLevelType w:val="hybridMultilevel"/>
    <w:tmpl w:val="FFF8588A"/>
    <w:lvl w:ilvl="0" w:tplc="4882052E">
      <w:start w:val="1"/>
      <w:numFmt w:val="lowerLetter"/>
      <w:lvlText w:val="%1)"/>
      <w:lvlJc w:val="left"/>
      <w:pPr>
        <w:ind w:left="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 w:tentative="1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3" w15:restartNumberingAfterBreak="0">
    <w:nsid w:val="6D0B120F"/>
    <w:multiLevelType w:val="hybridMultilevel"/>
    <w:tmpl w:val="DBB8A7EA"/>
    <w:lvl w:ilvl="0" w:tplc="384C049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3638B"/>
    <w:multiLevelType w:val="hybridMultilevel"/>
    <w:tmpl w:val="0F4AEBDA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36" w15:restartNumberingAfterBreak="0">
    <w:nsid w:val="79B86808"/>
    <w:multiLevelType w:val="hybridMultilevel"/>
    <w:tmpl w:val="E332ADA8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37" w15:restartNumberingAfterBreak="0">
    <w:nsid w:val="7AE85874"/>
    <w:multiLevelType w:val="hybridMultilevel"/>
    <w:tmpl w:val="0902F7A4"/>
    <w:lvl w:ilvl="0" w:tplc="0C544CAC">
      <w:start w:val="1"/>
      <w:numFmt w:val="lowerLetter"/>
      <w:lvlText w:val="%1)"/>
      <w:lvlJc w:val="left"/>
      <w:pPr>
        <w:ind w:left="177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9" w15:restartNumberingAfterBreak="0">
    <w:nsid w:val="7DC00766"/>
    <w:multiLevelType w:val="multilevel"/>
    <w:tmpl w:val="4A4A4D4E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18"/>
        <w:szCs w:val="16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Theme="minorHAnsi" w:hAnsiTheme="minorHAnsi" w:cstheme="minorHAnsi" w:hint="default"/>
        <w:b/>
      </w:rPr>
    </w:lvl>
    <w:lvl w:ilvl="3">
      <w:start w:val="1"/>
      <w:numFmt w:val="lowerLetter"/>
      <w:lvlText w:val="%4)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F8C60B5"/>
    <w:multiLevelType w:val="hybridMultilevel"/>
    <w:tmpl w:val="78B65A4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45882985">
    <w:abstractNumId w:val="20"/>
  </w:num>
  <w:num w:numId="2" w16cid:durableId="708526560">
    <w:abstractNumId w:val="7"/>
  </w:num>
  <w:num w:numId="3" w16cid:durableId="362556546">
    <w:abstractNumId w:val="13"/>
  </w:num>
  <w:num w:numId="4" w16cid:durableId="1204639853">
    <w:abstractNumId w:val="23"/>
  </w:num>
  <w:num w:numId="5" w16cid:durableId="1982071221">
    <w:abstractNumId w:val="20"/>
  </w:num>
  <w:num w:numId="6" w16cid:durableId="606933392">
    <w:abstractNumId w:val="20"/>
  </w:num>
  <w:num w:numId="7" w16cid:durableId="1298996247">
    <w:abstractNumId w:val="3"/>
  </w:num>
  <w:num w:numId="8" w16cid:durableId="1661655">
    <w:abstractNumId w:val="38"/>
  </w:num>
  <w:num w:numId="9" w16cid:durableId="1903633989">
    <w:abstractNumId w:val="16"/>
  </w:num>
  <w:num w:numId="10" w16cid:durableId="1859662117">
    <w:abstractNumId w:val="4"/>
  </w:num>
  <w:num w:numId="11" w16cid:durableId="606279177">
    <w:abstractNumId w:val="14"/>
  </w:num>
  <w:num w:numId="12" w16cid:durableId="1773429106">
    <w:abstractNumId w:val="12"/>
  </w:num>
  <w:num w:numId="13" w16cid:durableId="259149067">
    <w:abstractNumId w:val="34"/>
  </w:num>
  <w:num w:numId="14" w16cid:durableId="1343970167">
    <w:abstractNumId w:val="28"/>
  </w:num>
  <w:num w:numId="15" w16cid:durableId="1918586395">
    <w:abstractNumId w:val="15"/>
  </w:num>
  <w:num w:numId="16" w16cid:durableId="643588847">
    <w:abstractNumId w:val="8"/>
  </w:num>
  <w:num w:numId="17" w16cid:durableId="844242662">
    <w:abstractNumId w:val="5"/>
  </w:num>
  <w:num w:numId="18" w16cid:durableId="512040507">
    <w:abstractNumId w:val="18"/>
  </w:num>
  <w:num w:numId="19" w16cid:durableId="615603047">
    <w:abstractNumId w:val="27"/>
  </w:num>
  <w:num w:numId="20" w16cid:durableId="133640455">
    <w:abstractNumId w:val="0"/>
  </w:num>
  <w:num w:numId="21" w16cid:durableId="1336151982">
    <w:abstractNumId w:val="11"/>
  </w:num>
  <w:num w:numId="22" w16cid:durableId="440683941">
    <w:abstractNumId w:val="1"/>
  </w:num>
  <w:num w:numId="23" w16cid:durableId="1439568291">
    <w:abstractNumId w:val="22"/>
  </w:num>
  <w:num w:numId="24" w16cid:durableId="626206715">
    <w:abstractNumId w:val="26"/>
  </w:num>
  <w:num w:numId="25" w16cid:durableId="1544517496">
    <w:abstractNumId w:val="36"/>
  </w:num>
  <w:num w:numId="26" w16cid:durableId="1458405012">
    <w:abstractNumId w:val="21"/>
  </w:num>
  <w:num w:numId="27" w16cid:durableId="1071735894">
    <w:abstractNumId w:val="17"/>
  </w:num>
  <w:num w:numId="28" w16cid:durableId="1515997952">
    <w:abstractNumId w:val="30"/>
  </w:num>
  <w:num w:numId="29" w16cid:durableId="1565600016">
    <w:abstractNumId w:val="31"/>
  </w:num>
  <w:num w:numId="30" w16cid:durableId="34233933">
    <w:abstractNumId w:val="40"/>
  </w:num>
  <w:num w:numId="31" w16cid:durableId="332877888">
    <w:abstractNumId w:val="33"/>
  </w:num>
  <w:num w:numId="32" w16cid:durableId="223954726">
    <w:abstractNumId w:val="19"/>
  </w:num>
  <w:num w:numId="33" w16cid:durableId="1071806261">
    <w:abstractNumId w:val="2"/>
  </w:num>
  <w:num w:numId="34" w16cid:durableId="737019929">
    <w:abstractNumId w:val="24"/>
  </w:num>
  <w:num w:numId="35" w16cid:durableId="1243372195">
    <w:abstractNumId w:val="29"/>
  </w:num>
  <w:num w:numId="36" w16cid:durableId="1686247458">
    <w:abstractNumId w:val="10"/>
  </w:num>
  <w:num w:numId="37" w16cid:durableId="932974868">
    <w:abstractNumId w:val="25"/>
  </w:num>
  <w:num w:numId="38" w16cid:durableId="322782203">
    <w:abstractNumId w:val="35"/>
  </w:num>
  <w:num w:numId="39" w16cid:durableId="180945670">
    <w:abstractNumId w:val="32"/>
  </w:num>
  <w:num w:numId="40" w16cid:durableId="2125230683">
    <w:abstractNumId w:val="9"/>
  </w:num>
  <w:num w:numId="41" w16cid:durableId="1795557337">
    <w:abstractNumId w:val="6"/>
  </w:num>
  <w:num w:numId="42" w16cid:durableId="596250858">
    <w:abstractNumId w:val="37"/>
  </w:num>
  <w:num w:numId="43" w16cid:durableId="176508481">
    <w:abstractNumId w:val="3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5194"/>
    <w:rsid w:val="00005B82"/>
    <w:rsid w:val="00013A18"/>
    <w:rsid w:val="00013B2C"/>
    <w:rsid w:val="000155BA"/>
    <w:rsid w:val="00015893"/>
    <w:rsid w:val="0001686B"/>
    <w:rsid w:val="00016F60"/>
    <w:rsid w:val="00017DD3"/>
    <w:rsid w:val="0002424F"/>
    <w:rsid w:val="00027947"/>
    <w:rsid w:val="00033582"/>
    <w:rsid w:val="00033D97"/>
    <w:rsid w:val="00034A36"/>
    <w:rsid w:val="00036A63"/>
    <w:rsid w:val="00036B40"/>
    <w:rsid w:val="00036D76"/>
    <w:rsid w:val="00040B6D"/>
    <w:rsid w:val="00051B85"/>
    <w:rsid w:val="0005373F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84D2B"/>
    <w:rsid w:val="0008601A"/>
    <w:rsid w:val="000866BE"/>
    <w:rsid w:val="0009045E"/>
    <w:rsid w:val="000920EB"/>
    <w:rsid w:val="0009451E"/>
    <w:rsid w:val="00094799"/>
    <w:rsid w:val="00094EB9"/>
    <w:rsid w:val="00096510"/>
    <w:rsid w:val="00096B98"/>
    <w:rsid w:val="000974B1"/>
    <w:rsid w:val="000B0DBD"/>
    <w:rsid w:val="000B108D"/>
    <w:rsid w:val="000B5CE0"/>
    <w:rsid w:val="000C05B8"/>
    <w:rsid w:val="000C1B23"/>
    <w:rsid w:val="000C3234"/>
    <w:rsid w:val="000C47A9"/>
    <w:rsid w:val="000C5663"/>
    <w:rsid w:val="000C679C"/>
    <w:rsid w:val="000D1015"/>
    <w:rsid w:val="000D42BE"/>
    <w:rsid w:val="000D5886"/>
    <w:rsid w:val="000E0921"/>
    <w:rsid w:val="000E1564"/>
    <w:rsid w:val="000E3C2B"/>
    <w:rsid w:val="00101BCF"/>
    <w:rsid w:val="00104A96"/>
    <w:rsid w:val="001112C2"/>
    <w:rsid w:val="00123BA0"/>
    <w:rsid w:val="00124536"/>
    <w:rsid w:val="00125A7F"/>
    <w:rsid w:val="00126107"/>
    <w:rsid w:val="00126CEA"/>
    <w:rsid w:val="00132B64"/>
    <w:rsid w:val="00133995"/>
    <w:rsid w:val="00133E9C"/>
    <w:rsid w:val="0013651E"/>
    <w:rsid w:val="001368B8"/>
    <w:rsid w:val="00136B64"/>
    <w:rsid w:val="0014036E"/>
    <w:rsid w:val="00145125"/>
    <w:rsid w:val="001476C9"/>
    <w:rsid w:val="0014785F"/>
    <w:rsid w:val="00152301"/>
    <w:rsid w:val="00157AB8"/>
    <w:rsid w:val="00157C25"/>
    <w:rsid w:val="00157F92"/>
    <w:rsid w:val="001652FC"/>
    <w:rsid w:val="0016753B"/>
    <w:rsid w:val="00167B53"/>
    <w:rsid w:val="00167F86"/>
    <w:rsid w:val="00172B93"/>
    <w:rsid w:val="00175483"/>
    <w:rsid w:val="00175F47"/>
    <w:rsid w:val="00175F4C"/>
    <w:rsid w:val="0017778F"/>
    <w:rsid w:val="00177BC2"/>
    <w:rsid w:val="00180519"/>
    <w:rsid w:val="00183007"/>
    <w:rsid w:val="00185AAB"/>
    <w:rsid w:val="001866EF"/>
    <w:rsid w:val="00192A23"/>
    <w:rsid w:val="00193A87"/>
    <w:rsid w:val="001959EF"/>
    <w:rsid w:val="001974F6"/>
    <w:rsid w:val="001A0B5A"/>
    <w:rsid w:val="001A4996"/>
    <w:rsid w:val="001A5481"/>
    <w:rsid w:val="001A58B6"/>
    <w:rsid w:val="001A683B"/>
    <w:rsid w:val="001B0061"/>
    <w:rsid w:val="001B11E7"/>
    <w:rsid w:val="001B1515"/>
    <w:rsid w:val="001B62BC"/>
    <w:rsid w:val="001C0F16"/>
    <w:rsid w:val="001C4DEB"/>
    <w:rsid w:val="001C5748"/>
    <w:rsid w:val="001C6ABD"/>
    <w:rsid w:val="001D1A8B"/>
    <w:rsid w:val="001D2EB1"/>
    <w:rsid w:val="001D7BE8"/>
    <w:rsid w:val="001E0EB2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F1"/>
    <w:rsid w:val="00212370"/>
    <w:rsid w:val="00215C85"/>
    <w:rsid w:val="00220A78"/>
    <w:rsid w:val="00224257"/>
    <w:rsid w:val="0023090A"/>
    <w:rsid w:val="0024291C"/>
    <w:rsid w:val="00257F22"/>
    <w:rsid w:val="00264A06"/>
    <w:rsid w:val="002655FB"/>
    <w:rsid w:val="00265B9D"/>
    <w:rsid w:val="00270752"/>
    <w:rsid w:val="00271362"/>
    <w:rsid w:val="002743D5"/>
    <w:rsid w:val="00274A67"/>
    <w:rsid w:val="00275CED"/>
    <w:rsid w:val="002768AC"/>
    <w:rsid w:val="00283A24"/>
    <w:rsid w:val="00283C04"/>
    <w:rsid w:val="00285725"/>
    <w:rsid w:val="002868C6"/>
    <w:rsid w:val="002A3129"/>
    <w:rsid w:val="002A46CD"/>
    <w:rsid w:val="002A48F7"/>
    <w:rsid w:val="002B254A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E3E8B"/>
    <w:rsid w:val="002F10CA"/>
    <w:rsid w:val="002F1491"/>
    <w:rsid w:val="00301132"/>
    <w:rsid w:val="00303C67"/>
    <w:rsid w:val="00310048"/>
    <w:rsid w:val="00310CB3"/>
    <w:rsid w:val="00312596"/>
    <w:rsid w:val="00316144"/>
    <w:rsid w:val="00317AD5"/>
    <w:rsid w:val="003230B3"/>
    <w:rsid w:val="003376A8"/>
    <w:rsid w:val="0033773E"/>
    <w:rsid w:val="00347346"/>
    <w:rsid w:val="00347E8D"/>
    <w:rsid w:val="003548B9"/>
    <w:rsid w:val="00357092"/>
    <w:rsid w:val="00362C4E"/>
    <w:rsid w:val="00366FFB"/>
    <w:rsid w:val="00371A75"/>
    <w:rsid w:val="00374D54"/>
    <w:rsid w:val="00375780"/>
    <w:rsid w:val="003873EA"/>
    <w:rsid w:val="00387A0D"/>
    <w:rsid w:val="003903C2"/>
    <w:rsid w:val="00392E7E"/>
    <w:rsid w:val="0039478F"/>
    <w:rsid w:val="00395532"/>
    <w:rsid w:val="00395F60"/>
    <w:rsid w:val="0039635F"/>
    <w:rsid w:val="003A448C"/>
    <w:rsid w:val="003A4CC6"/>
    <w:rsid w:val="003A555E"/>
    <w:rsid w:val="003A5D11"/>
    <w:rsid w:val="003A7C03"/>
    <w:rsid w:val="003B16A4"/>
    <w:rsid w:val="003B43F5"/>
    <w:rsid w:val="003B66FE"/>
    <w:rsid w:val="003D35C6"/>
    <w:rsid w:val="003D41B4"/>
    <w:rsid w:val="003D6C11"/>
    <w:rsid w:val="003E050D"/>
    <w:rsid w:val="003E3437"/>
    <w:rsid w:val="003E3CCB"/>
    <w:rsid w:val="003E3D80"/>
    <w:rsid w:val="003E59DD"/>
    <w:rsid w:val="003E6FC0"/>
    <w:rsid w:val="003E791D"/>
    <w:rsid w:val="003F132F"/>
    <w:rsid w:val="003F257A"/>
    <w:rsid w:val="0040472A"/>
    <w:rsid w:val="00410D4E"/>
    <w:rsid w:val="00412E5B"/>
    <w:rsid w:val="0041743D"/>
    <w:rsid w:val="00417E23"/>
    <w:rsid w:val="004257E0"/>
    <w:rsid w:val="004328AD"/>
    <w:rsid w:val="004367FB"/>
    <w:rsid w:val="00436C85"/>
    <w:rsid w:val="00436F85"/>
    <w:rsid w:val="00441E0F"/>
    <w:rsid w:val="0044629B"/>
    <w:rsid w:val="00446871"/>
    <w:rsid w:val="00446E2F"/>
    <w:rsid w:val="0044738A"/>
    <w:rsid w:val="004530C7"/>
    <w:rsid w:val="00457532"/>
    <w:rsid w:val="00460D33"/>
    <w:rsid w:val="00466493"/>
    <w:rsid w:val="00466DDB"/>
    <w:rsid w:val="00473D75"/>
    <w:rsid w:val="0047759A"/>
    <w:rsid w:val="004850DE"/>
    <w:rsid w:val="004925D9"/>
    <w:rsid w:val="00492AEE"/>
    <w:rsid w:val="00492FC8"/>
    <w:rsid w:val="00496273"/>
    <w:rsid w:val="004A05CC"/>
    <w:rsid w:val="004A2860"/>
    <w:rsid w:val="004A723C"/>
    <w:rsid w:val="004B03EC"/>
    <w:rsid w:val="004B29F9"/>
    <w:rsid w:val="004B2F78"/>
    <w:rsid w:val="004B6CDE"/>
    <w:rsid w:val="004C0E65"/>
    <w:rsid w:val="004C1AD8"/>
    <w:rsid w:val="004C2303"/>
    <w:rsid w:val="004C3402"/>
    <w:rsid w:val="004C49BF"/>
    <w:rsid w:val="004D154B"/>
    <w:rsid w:val="004D16F2"/>
    <w:rsid w:val="004D63D5"/>
    <w:rsid w:val="004E1AB0"/>
    <w:rsid w:val="004E2AD7"/>
    <w:rsid w:val="004E4C43"/>
    <w:rsid w:val="004E6341"/>
    <w:rsid w:val="004E719A"/>
    <w:rsid w:val="004E7573"/>
    <w:rsid w:val="004F0C4A"/>
    <w:rsid w:val="004F20AD"/>
    <w:rsid w:val="004F6B10"/>
    <w:rsid w:val="00500AF6"/>
    <w:rsid w:val="005128AA"/>
    <w:rsid w:val="00520308"/>
    <w:rsid w:val="00522885"/>
    <w:rsid w:val="00535E9B"/>
    <w:rsid w:val="00544B19"/>
    <w:rsid w:val="005453F1"/>
    <w:rsid w:val="00550743"/>
    <w:rsid w:val="00551FB7"/>
    <w:rsid w:val="0055296E"/>
    <w:rsid w:val="0055637B"/>
    <w:rsid w:val="005563FF"/>
    <w:rsid w:val="00562E63"/>
    <w:rsid w:val="00564B37"/>
    <w:rsid w:val="00572ED1"/>
    <w:rsid w:val="00574D7E"/>
    <w:rsid w:val="00582CE9"/>
    <w:rsid w:val="00582D42"/>
    <w:rsid w:val="005850D2"/>
    <w:rsid w:val="0058794A"/>
    <w:rsid w:val="005932BA"/>
    <w:rsid w:val="0059442D"/>
    <w:rsid w:val="005A354D"/>
    <w:rsid w:val="005B24A8"/>
    <w:rsid w:val="005B2B6D"/>
    <w:rsid w:val="005B3F04"/>
    <w:rsid w:val="005B6DC6"/>
    <w:rsid w:val="005B7952"/>
    <w:rsid w:val="005C23F0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610071"/>
    <w:rsid w:val="00611F99"/>
    <w:rsid w:val="00612DD0"/>
    <w:rsid w:val="00613AE1"/>
    <w:rsid w:val="00620708"/>
    <w:rsid w:val="00623B01"/>
    <w:rsid w:val="006241B5"/>
    <w:rsid w:val="00625BB0"/>
    <w:rsid w:val="006261BB"/>
    <w:rsid w:val="006262AF"/>
    <w:rsid w:val="00642E89"/>
    <w:rsid w:val="00650868"/>
    <w:rsid w:val="0065322E"/>
    <w:rsid w:val="00655DA8"/>
    <w:rsid w:val="00660237"/>
    <w:rsid w:val="006621F3"/>
    <w:rsid w:val="006649AC"/>
    <w:rsid w:val="00664AA4"/>
    <w:rsid w:val="00665E3C"/>
    <w:rsid w:val="00666F60"/>
    <w:rsid w:val="00670CE4"/>
    <w:rsid w:val="0067116D"/>
    <w:rsid w:val="00672D33"/>
    <w:rsid w:val="00673AFF"/>
    <w:rsid w:val="0067572D"/>
    <w:rsid w:val="006775EE"/>
    <w:rsid w:val="00680F7C"/>
    <w:rsid w:val="00681392"/>
    <w:rsid w:val="0068600F"/>
    <w:rsid w:val="00686CDC"/>
    <w:rsid w:val="00694A5F"/>
    <w:rsid w:val="00696995"/>
    <w:rsid w:val="006A0331"/>
    <w:rsid w:val="006A4275"/>
    <w:rsid w:val="006A74B5"/>
    <w:rsid w:val="006B06A3"/>
    <w:rsid w:val="006B0E65"/>
    <w:rsid w:val="006B2C26"/>
    <w:rsid w:val="006B7B6C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0BCE"/>
    <w:rsid w:val="00703735"/>
    <w:rsid w:val="00707DEC"/>
    <w:rsid w:val="00710355"/>
    <w:rsid w:val="00716FA6"/>
    <w:rsid w:val="00720ED1"/>
    <w:rsid w:val="007246D0"/>
    <w:rsid w:val="00725F1C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38EC"/>
    <w:rsid w:val="007460D6"/>
    <w:rsid w:val="0075549F"/>
    <w:rsid w:val="00760251"/>
    <w:rsid w:val="007617E0"/>
    <w:rsid w:val="00764703"/>
    <w:rsid w:val="0076647B"/>
    <w:rsid w:val="007665C2"/>
    <w:rsid w:val="007673CA"/>
    <w:rsid w:val="00771073"/>
    <w:rsid w:val="00772961"/>
    <w:rsid w:val="0077376D"/>
    <w:rsid w:val="00783B9C"/>
    <w:rsid w:val="007844EB"/>
    <w:rsid w:val="00784DC3"/>
    <w:rsid w:val="0078665F"/>
    <w:rsid w:val="00787D9C"/>
    <w:rsid w:val="00792B56"/>
    <w:rsid w:val="00794EFB"/>
    <w:rsid w:val="007A1B94"/>
    <w:rsid w:val="007A4729"/>
    <w:rsid w:val="007A67ED"/>
    <w:rsid w:val="007A7F02"/>
    <w:rsid w:val="007B094C"/>
    <w:rsid w:val="007B0FF0"/>
    <w:rsid w:val="007B1147"/>
    <w:rsid w:val="007B4496"/>
    <w:rsid w:val="007B50D8"/>
    <w:rsid w:val="007C05CD"/>
    <w:rsid w:val="007C0745"/>
    <w:rsid w:val="007C3D51"/>
    <w:rsid w:val="007C6687"/>
    <w:rsid w:val="007C67FA"/>
    <w:rsid w:val="007D0675"/>
    <w:rsid w:val="007D1209"/>
    <w:rsid w:val="007D51AB"/>
    <w:rsid w:val="007E1DD3"/>
    <w:rsid w:val="007E54F9"/>
    <w:rsid w:val="007F2646"/>
    <w:rsid w:val="007F3293"/>
    <w:rsid w:val="00801DB6"/>
    <w:rsid w:val="008045B5"/>
    <w:rsid w:val="00806317"/>
    <w:rsid w:val="00812E3F"/>
    <w:rsid w:val="008130D5"/>
    <w:rsid w:val="00814520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37D39"/>
    <w:rsid w:val="0084039D"/>
    <w:rsid w:val="00840E0E"/>
    <w:rsid w:val="00842578"/>
    <w:rsid w:val="00842A55"/>
    <w:rsid w:val="00843B49"/>
    <w:rsid w:val="0084647F"/>
    <w:rsid w:val="00847B49"/>
    <w:rsid w:val="0085257B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26B5"/>
    <w:rsid w:val="008A3F67"/>
    <w:rsid w:val="008A4AFF"/>
    <w:rsid w:val="008A655C"/>
    <w:rsid w:val="008A65C8"/>
    <w:rsid w:val="008A7413"/>
    <w:rsid w:val="008B1601"/>
    <w:rsid w:val="008B6316"/>
    <w:rsid w:val="008C619A"/>
    <w:rsid w:val="008C75AB"/>
    <w:rsid w:val="008D3C28"/>
    <w:rsid w:val="008D6A33"/>
    <w:rsid w:val="008D6DE2"/>
    <w:rsid w:val="008D6FD3"/>
    <w:rsid w:val="008E2EA9"/>
    <w:rsid w:val="008E3D3C"/>
    <w:rsid w:val="008E4838"/>
    <w:rsid w:val="008F15AA"/>
    <w:rsid w:val="008F162F"/>
    <w:rsid w:val="008F17DA"/>
    <w:rsid w:val="008F1FB0"/>
    <w:rsid w:val="008F7DDE"/>
    <w:rsid w:val="00900375"/>
    <w:rsid w:val="0090379D"/>
    <w:rsid w:val="00910E6D"/>
    <w:rsid w:val="0091133F"/>
    <w:rsid w:val="00911FA5"/>
    <w:rsid w:val="00914CC9"/>
    <w:rsid w:val="00916436"/>
    <w:rsid w:val="00920735"/>
    <w:rsid w:val="009333B9"/>
    <w:rsid w:val="00935B17"/>
    <w:rsid w:val="00936AC2"/>
    <w:rsid w:val="00940994"/>
    <w:rsid w:val="00944154"/>
    <w:rsid w:val="00944BEA"/>
    <w:rsid w:val="00945651"/>
    <w:rsid w:val="00952CE1"/>
    <w:rsid w:val="0096232C"/>
    <w:rsid w:val="0096238D"/>
    <w:rsid w:val="00962604"/>
    <w:rsid w:val="00964A31"/>
    <w:rsid w:val="009658C8"/>
    <w:rsid w:val="00965ACD"/>
    <w:rsid w:val="00967DAD"/>
    <w:rsid w:val="009704C0"/>
    <w:rsid w:val="00971C8B"/>
    <w:rsid w:val="00971E24"/>
    <w:rsid w:val="00972338"/>
    <w:rsid w:val="00972B41"/>
    <w:rsid w:val="00973A92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39B7"/>
    <w:rsid w:val="009B51B6"/>
    <w:rsid w:val="009B55E7"/>
    <w:rsid w:val="009B5CDA"/>
    <w:rsid w:val="009B633C"/>
    <w:rsid w:val="009C236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149E"/>
    <w:rsid w:val="009E2058"/>
    <w:rsid w:val="009E22CE"/>
    <w:rsid w:val="009E2CB5"/>
    <w:rsid w:val="009E3F91"/>
    <w:rsid w:val="009E5B5E"/>
    <w:rsid w:val="009F47AE"/>
    <w:rsid w:val="009F75EA"/>
    <w:rsid w:val="00A02C84"/>
    <w:rsid w:val="00A148D6"/>
    <w:rsid w:val="00A166F8"/>
    <w:rsid w:val="00A27A18"/>
    <w:rsid w:val="00A30F87"/>
    <w:rsid w:val="00A36C5B"/>
    <w:rsid w:val="00A370AB"/>
    <w:rsid w:val="00A42417"/>
    <w:rsid w:val="00A426FC"/>
    <w:rsid w:val="00A43299"/>
    <w:rsid w:val="00A45300"/>
    <w:rsid w:val="00A51AB6"/>
    <w:rsid w:val="00A57E04"/>
    <w:rsid w:val="00A6049B"/>
    <w:rsid w:val="00A64A42"/>
    <w:rsid w:val="00A64E8A"/>
    <w:rsid w:val="00A64F9F"/>
    <w:rsid w:val="00A65238"/>
    <w:rsid w:val="00A70A38"/>
    <w:rsid w:val="00A72BC2"/>
    <w:rsid w:val="00A730B9"/>
    <w:rsid w:val="00A7626A"/>
    <w:rsid w:val="00A809BD"/>
    <w:rsid w:val="00A81CFB"/>
    <w:rsid w:val="00A85D6F"/>
    <w:rsid w:val="00A87471"/>
    <w:rsid w:val="00A91A11"/>
    <w:rsid w:val="00A91B9E"/>
    <w:rsid w:val="00A92727"/>
    <w:rsid w:val="00AA134E"/>
    <w:rsid w:val="00AA3417"/>
    <w:rsid w:val="00AB300D"/>
    <w:rsid w:val="00AB5621"/>
    <w:rsid w:val="00AB63AD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3E56"/>
    <w:rsid w:val="00AF78FE"/>
    <w:rsid w:val="00AF7E7E"/>
    <w:rsid w:val="00B00211"/>
    <w:rsid w:val="00B022A1"/>
    <w:rsid w:val="00B041A8"/>
    <w:rsid w:val="00B0459E"/>
    <w:rsid w:val="00B05E1A"/>
    <w:rsid w:val="00B10201"/>
    <w:rsid w:val="00B10A71"/>
    <w:rsid w:val="00B14FFD"/>
    <w:rsid w:val="00B17A2B"/>
    <w:rsid w:val="00B21235"/>
    <w:rsid w:val="00B260E3"/>
    <w:rsid w:val="00B26F4F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47406"/>
    <w:rsid w:val="00B505C0"/>
    <w:rsid w:val="00B5340B"/>
    <w:rsid w:val="00B57759"/>
    <w:rsid w:val="00B6067A"/>
    <w:rsid w:val="00B60FF6"/>
    <w:rsid w:val="00B62B32"/>
    <w:rsid w:val="00B67333"/>
    <w:rsid w:val="00B67FA9"/>
    <w:rsid w:val="00B74FE1"/>
    <w:rsid w:val="00B76CD7"/>
    <w:rsid w:val="00B77F06"/>
    <w:rsid w:val="00B801D6"/>
    <w:rsid w:val="00B8070E"/>
    <w:rsid w:val="00B808E7"/>
    <w:rsid w:val="00B83A96"/>
    <w:rsid w:val="00B83F8A"/>
    <w:rsid w:val="00B85DC8"/>
    <w:rsid w:val="00B93467"/>
    <w:rsid w:val="00B9396E"/>
    <w:rsid w:val="00BA01AC"/>
    <w:rsid w:val="00BA0FF4"/>
    <w:rsid w:val="00BA1EA2"/>
    <w:rsid w:val="00BA36DE"/>
    <w:rsid w:val="00BA4BB9"/>
    <w:rsid w:val="00BA5673"/>
    <w:rsid w:val="00BB0255"/>
    <w:rsid w:val="00BB180C"/>
    <w:rsid w:val="00BB211D"/>
    <w:rsid w:val="00BB37B6"/>
    <w:rsid w:val="00BB4E22"/>
    <w:rsid w:val="00BC0BAC"/>
    <w:rsid w:val="00BC3599"/>
    <w:rsid w:val="00BC47B8"/>
    <w:rsid w:val="00BC5574"/>
    <w:rsid w:val="00BC6B6D"/>
    <w:rsid w:val="00BD03F5"/>
    <w:rsid w:val="00BD1D08"/>
    <w:rsid w:val="00BE0A2C"/>
    <w:rsid w:val="00BE0AE4"/>
    <w:rsid w:val="00BE38BB"/>
    <w:rsid w:val="00BE3D7E"/>
    <w:rsid w:val="00BE71CE"/>
    <w:rsid w:val="00BF60C4"/>
    <w:rsid w:val="00C003C6"/>
    <w:rsid w:val="00C033B9"/>
    <w:rsid w:val="00C03833"/>
    <w:rsid w:val="00C04213"/>
    <w:rsid w:val="00C10B09"/>
    <w:rsid w:val="00C11E9E"/>
    <w:rsid w:val="00C11F99"/>
    <w:rsid w:val="00C12714"/>
    <w:rsid w:val="00C14D35"/>
    <w:rsid w:val="00C153BF"/>
    <w:rsid w:val="00C160BE"/>
    <w:rsid w:val="00C162CB"/>
    <w:rsid w:val="00C1682E"/>
    <w:rsid w:val="00C20678"/>
    <w:rsid w:val="00C224EE"/>
    <w:rsid w:val="00C23F3E"/>
    <w:rsid w:val="00C26BC0"/>
    <w:rsid w:val="00C27123"/>
    <w:rsid w:val="00C272AD"/>
    <w:rsid w:val="00C27B9D"/>
    <w:rsid w:val="00C45F7E"/>
    <w:rsid w:val="00C5009D"/>
    <w:rsid w:val="00C53A22"/>
    <w:rsid w:val="00C55A04"/>
    <w:rsid w:val="00C5656D"/>
    <w:rsid w:val="00C6259A"/>
    <w:rsid w:val="00C64A07"/>
    <w:rsid w:val="00C6569B"/>
    <w:rsid w:val="00C66B9A"/>
    <w:rsid w:val="00C707D1"/>
    <w:rsid w:val="00C737A1"/>
    <w:rsid w:val="00C77BCF"/>
    <w:rsid w:val="00C8164D"/>
    <w:rsid w:val="00C82C3D"/>
    <w:rsid w:val="00C85BF5"/>
    <w:rsid w:val="00C86A34"/>
    <w:rsid w:val="00C874E6"/>
    <w:rsid w:val="00C902C0"/>
    <w:rsid w:val="00CA12E7"/>
    <w:rsid w:val="00CA45F4"/>
    <w:rsid w:val="00CB2D26"/>
    <w:rsid w:val="00CB3A6F"/>
    <w:rsid w:val="00CC0073"/>
    <w:rsid w:val="00CC1DCD"/>
    <w:rsid w:val="00CC6811"/>
    <w:rsid w:val="00CD2022"/>
    <w:rsid w:val="00CD6EB7"/>
    <w:rsid w:val="00CE09C3"/>
    <w:rsid w:val="00CE2F55"/>
    <w:rsid w:val="00CF00F5"/>
    <w:rsid w:val="00CF36E7"/>
    <w:rsid w:val="00CF7254"/>
    <w:rsid w:val="00CF7A16"/>
    <w:rsid w:val="00D00DBC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15F28"/>
    <w:rsid w:val="00D15FAA"/>
    <w:rsid w:val="00D21BCE"/>
    <w:rsid w:val="00D24EED"/>
    <w:rsid w:val="00D316AF"/>
    <w:rsid w:val="00D3557A"/>
    <w:rsid w:val="00D47AFD"/>
    <w:rsid w:val="00D50396"/>
    <w:rsid w:val="00D51266"/>
    <w:rsid w:val="00D516C1"/>
    <w:rsid w:val="00D62E35"/>
    <w:rsid w:val="00D6344F"/>
    <w:rsid w:val="00D6408B"/>
    <w:rsid w:val="00D65131"/>
    <w:rsid w:val="00D805FD"/>
    <w:rsid w:val="00D80BC6"/>
    <w:rsid w:val="00D80E4A"/>
    <w:rsid w:val="00D85FD0"/>
    <w:rsid w:val="00D87E7D"/>
    <w:rsid w:val="00D9234B"/>
    <w:rsid w:val="00D966E5"/>
    <w:rsid w:val="00D9793B"/>
    <w:rsid w:val="00DA0622"/>
    <w:rsid w:val="00DA23B0"/>
    <w:rsid w:val="00DA647A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436"/>
    <w:rsid w:val="00E12F47"/>
    <w:rsid w:val="00E16449"/>
    <w:rsid w:val="00E16545"/>
    <w:rsid w:val="00E2123D"/>
    <w:rsid w:val="00E263B1"/>
    <w:rsid w:val="00E27AE6"/>
    <w:rsid w:val="00E30B4B"/>
    <w:rsid w:val="00E31AD1"/>
    <w:rsid w:val="00E33932"/>
    <w:rsid w:val="00E34F45"/>
    <w:rsid w:val="00E35C7C"/>
    <w:rsid w:val="00E41127"/>
    <w:rsid w:val="00E413AB"/>
    <w:rsid w:val="00E41451"/>
    <w:rsid w:val="00E45535"/>
    <w:rsid w:val="00E45F98"/>
    <w:rsid w:val="00E5515D"/>
    <w:rsid w:val="00E56B47"/>
    <w:rsid w:val="00E650AC"/>
    <w:rsid w:val="00E669FA"/>
    <w:rsid w:val="00E66F4B"/>
    <w:rsid w:val="00E672F2"/>
    <w:rsid w:val="00E706C2"/>
    <w:rsid w:val="00E724C8"/>
    <w:rsid w:val="00E729C0"/>
    <w:rsid w:val="00E72CD1"/>
    <w:rsid w:val="00E8041E"/>
    <w:rsid w:val="00E8082E"/>
    <w:rsid w:val="00E83142"/>
    <w:rsid w:val="00E8319C"/>
    <w:rsid w:val="00E92F67"/>
    <w:rsid w:val="00E95B91"/>
    <w:rsid w:val="00E966AA"/>
    <w:rsid w:val="00EA13E3"/>
    <w:rsid w:val="00EA1C71"/>
    <w:rsid w:val="00EA6557"/>
    <w:rsid w:val="00EA6B97"/>
    <w:rsid w:val="00EB05D5"/>
    <w:rsid w:val="00EB216E"/>
    <w:rsid w:val="00EB64AF"/>
    <w:rsid w:val="00EC07C0"/>
    <w:rsid w:val="00EC22FA"/>
    <w:rsid w:val="00EC30C5"/>
    <w:rsid w:val="00EC4311"/>
    <w:rsid w:val="00ED2FD4"/>
    <w:rsid w:val="00EE1D2B"/>
    <w:rsid w:val="00EE2EAC"/>
    <w:rsid w:val="00EE3534"/>
    <w:rsid w:val="00EE5D1B"/>
    <w:rsid w:val="00EE5E2C"/>
    <w:rsid w:val="00EF125F"/>
    <w:rsid w:val="00EF6022"/>
    <w:rsid w:val="00F014DB"/>
    <w:rsid w:val="00F01E75"/>
    <w:rsid w:val="00F04C7D"/>
    <w:rsid w:val="00F10FC5"/>
    <w:rsid w:val="00F14154"/>
    <w:rsid w:val="00F16869"/>
    <w:rsid w:val="00F20BB5"/>
    <w:rsid w:val="00F21DD8"/>
    <w:rsid w:val="00F24A50"/>
    <w:rsid w:val="00F25128"/>
    <w:rsid w:val="00F27587"/>
    <w:rsid w:val="00F32BD1"/>
    <w:rsid w:val="00F35F2F"/>
    <w:rsid w:val="00F377D2"/>
    <w:rsid w:val="00F42699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75673"/>
    <w:rsid w:val="00F835B4"/>
    <w:rsid w:val="00F86AE9"/>
    <w:rsid w:val="00F90B96"/>
    <w:rsid w:val="00F9174F"/>
    <w:rsid w:val="00F95865"/>
    <w:rsid w:val="00FA0F6A"/>
    <w:rsid w:val="00FA662F"/>
    <w:rsid w:val="00FA7937"/>
    <w:rsid w:val="00FB0646"/>
    <w:rsid w:val="00FB243F"/>
    <w:rsid w:val="00FB61C7"/>
    <w:rsid w:val="00FC0967"/>
    <w:rsid w:val="00FC7BB0"/>
    <w:rsid w:val="00FD1496"/>
    <w:rsid w:val="00FD22AB"/>
    <w:rsid w:val="00FD2808"/>
    <w:rsid w:val="00FD2D22"/>
    <w:rsid w:val="00FD3338"/>
    <w:rsid w:val="00FD6F0E"/>
    <w:rsid w:val="00FE13ED"/>
    <w:rsid w:val="00FE2FDB"/>
    <w:rsid w:val="00FE4AEE"/>
    <w:rsid w:val="00FE53C8"/>
    <w:rsid w:val="00FF40A6"/>
    <w:rsid w:val="2834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6067A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91133F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1133F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E343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E09C3"/>
    <w:rPr>
      <w:b/>
      <w:bCs/>
      <w:color w:val="000000" w:themeColor="text1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CE09C3"/>
    <w:rPr>
      <w:sz w:val="18"/>
    </w:rPr>
  </w:style>
  <w:style w:type="character" w:customStyle="1" w:styleId="ui-provider">
    <w:name w:val="ui-provider"/>
    <w:basedOn w:val="Domylnaczcionkaakapitu"/>
    <w:rsid w:val="006B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1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C05942BA0CE24AACDDF2348DC29495" ma:contentTypeVersion="0" ma:contentTypeDescription="Utwórz nowy dokument." ma:contentTypeScope="" ma:versionID="9758d3742ffe8e0fdc5a452f4cbd5b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cc4e73b9e0d84b26bf78a30f51c7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B31374-678E-40CA-9465-89B1E36EA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1DB836D-22D0-4F42-ADB2-1011E1C9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</TotalTime>
  <Pages>2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Hryniów Justyna [PGE Dystr. O.Łódź]</dc:creator>
  <cp:keywords/>
  <dc:description/>
  <cp:lastModifiedBy>Hryniów Justyna [PGE Dystr. O.Łódź]</cp:lastModifiedBy>
  <cp:revision>8</cp:revision>
  <cp:lastPrinted>2025-02-19T11:52:00Z</cp:lastPrinted>
  <dcterms:created xsi:type="dcterms:W3CDTF">2025-11-18T08:28:00Z</dcterms:created>
  <dcterms:modified xsi:type="dcterms:W3CDTF">2026-01-22T06:43:00Z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0x010100BFC05942BA0CE24AACDDF2348DC29495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</Properties>
</file>